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F5DAC" w:rsidRDefault="00A33D30">
      <w: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5ED27F" wp14:editId="6EBE14E5">
                <wp:simplePos x="0" y="0"/>
                <wp:positionH relativeFrom="column">
                  <wp:posOffset>2812415</wp:posOffset>
                </wp:positionH>
                <wp:positionV relativeFrom="paragraph">
                  <wp:posOffset>196248</wp:posOffset>
                </wp:positionV>
                <wp:extent cx="775335" cy="300355"/>
                <wp:effectExtent l="0" t="0" r="24765" b="2349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33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30" w:rsidRDefault="00A33D30">
                            <w:r>
                              <w:t>20 metres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1.45pt;margin-top:15.45pt;width:61.0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">
                <v:textbox>
                  <w:txbxContent>
                    <w:p w:rsidR="00A33D30" w:rsidRDefault="00A33D30">
                      <w:r>
                        <w:t>20 metres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6B3FD7" wp14:editId="117CE909">
                <wp:simplePos x="0" y="0"/>
                <wp:positionH relativeFrom="column">
                  <wp:posOffset>2812648</wp:posOffset>
                </wp:positionH>
                <wp:positionV relativeFrom="paragraph">
                  <wp:posOffset>532435</wp:posOffset>
                </wp:positionV>
                <wp:extent cx="775335" cy="0"/>
                <wp:effectExtent l="57150" t="38100" r="43815" b="952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33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45pt,41.9pt" to="282.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FB785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99C444" wp14:editId="7C0B4416">
                <wp:simplePos x="0" y="0"/>
                <wp:positionH relativeFrom="column">
                  <wp:posOffset>1782445</wp:posOffset>
                </wp:positionH>
                <wp:positionV relativeFrom="paragraph">
                  <wp:posOffset>3020695</wp:posOffset>
                </wp:positionV>
                <wp:extent cx="370205" cy="381000"/>
                <wp:effectExtent l="0" t="0" r="10795" b="19050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3810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" o:spid="_x0000_s1026" type="#_x0000_t5" style="position:absolute;margin-left:140.35pt;margin-top:237.85pt;width:29.15pt;height:30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" fillcolor="#4f81bd [3204]" strokecolor="#243f60 [1604]" strokeweight="2pt"/>
            </w:pict>
          </mc:Fallback>
        </mc:AlternateContent>
      </w:r>
      <w:r w:rsidRPr="00FB785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8AB12" wp14:editId="40C7A0F7">
                <wp:simplePos x="0" y="0"/>
                <wp:positionH relativeFrom="column">
                  <wp:posOffset>1782445</wp:posOffset>
                </wp:positionH>
                <wp:positionV relativeFrom="paragraph">
                  <wp:posOffset>1818158</wp:posOffset>
                </wp:positionV>
                <wp:extent cx="381635" cy="334645"/>
                <wp:effectExtent l="0" t="0" r="18415" b="27305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" cy="33464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7" o:spid="_x0000_s1026" type="#_x0000_t5" style="position:absolute;margin-left:140.35pt;margin-top:143.15pt;width:30.05pt;height:26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" fillcolor="#4f81bd [3204]" strokecolor="#243f60 [1604]" strokeweight="2pt"/>
            </w:pict>
          </mc:Fallback>
        </mc:AlternateContent>
      </w:r>
      <w:r w:rsidR="00A47045" w:rsidRPr="006639C9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443A3A" wp14:editId="1A7AD050">
                <wp:simplePos x="0" y="0"/>
                <wp:positionH relativeFrom="column">
                  <wp:posOffset>6597015</wp:posOffset>
                </wp:positionH>
                <wp:positionV relativeFrom="paragraph">
                  <wp:posOffset>-890905</wp:posOffset>
                </wp:positionV>
                <wp:extent cx="196215" cy="196215"/>
                <wp:effectExtent l="0" t="0" r="13335" b="13335"/>
                <wp:wrapNone/>
                <wp:docPr id="46" name="Isosceles Tri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" cy="19621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6" o:spid="_x0000_s1026" type="#_x0000_t5" style="position:absolute;margin-left:519.45pt;margin-top:-70.15pt;width:15.45pt;height:15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" fillcolor="#4f81bd [3204]" strokecolor="#243f60 [1604]" strokeweight="2pt"/>
            </w:pict>
          </mc:Fallback>
        </mc:AlternateContent>
      </w:r>
      <w:r w:rsidR="004E6C48" w:rsidRPr="006639C9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7B65AE" wp14:editId="29F8A924">
                <wp:simplePos x="0" y="0"/>
                <wp:positionH relativeFrom="column">
                  <wp:posOffset>4236085</wp:posOffset>
                </wp:positionH>
                <wp:positionV relativeFrom="paragraph">
                  <wp:posOffset>196215</wp:posOffset>
                </wp:positionV>
                <wp:extent cx="0" cy="3205480"/>
                <wp:effectExtent l="95250" t="19050" r="76200" b="9017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54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2" o:spid="_x0000_s1026" type="#_x0000_t32" style="position:absolute;margin-left:333.55pt;margin-top:15.45pt;width:0;height:252.4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2075E6" wp14:editId="2C57D7DD">
                <wp:simplePos x="0" y="0"/>
                <wp:positionH relativeFrom="column">
                  <wp:posOffset>4120515</wp:posOffset>
                </wp:positionH>
                <wp:positionV relativeFrom="paragraph">
                  <wp:posOffset>3367405</wp:posOffset>
                </wp:positionV>
                <wp:extent cx="311785" cy="277495"/>
                <wp:effectExtent l="0" t="0" r="12065" b="27305"/>
                <wp:wrapNone/>
                <wp:docPr id="18" name="Flowchart: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785" cy="277495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8" o:spid="_x0000_s1026" type="#_x0000_t120" style="position:absolute;margin-left:324.45pt;margin-top:265.15pt;width:24.55pt;height:21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" fillcolor="#4e6128 [1606]" strokecolor="#4e6128 [1606]" strokeweight="2pt"/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8C8131" wp14:editId="66451E5F">
                <wp:simplePos x="0" y="0"/>
                <wp:positionH relativeFrom="column">
                  <wp:posOffset>3656965</wp:posOffset>
                </wp:positionH>
                <wp:positionV relativeFrom="paragraph">
                  <wp:posOffset>3507105</wp:posOffset>
                </wp:positionV>
                <wp:extent cx="647700" cy="612775"/>
                <wp:effectExtent l="0" t="0" r="19050" b="15875"/>
                <wp:wrapNone/>
                <wp:docPr id="8" name="Flowchart: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12775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8" o:spid="_x0000_s1026" type="#_x0000_t120" style="position:absolute;margin-left:287.95pt;margin-top:276.15pt;width:51pt;height:4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" fillcolor="#4e6128 [1606]" strokecolor="#4e6128 [1606]" strokeweight="2pt"/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FAFCAE" wp14:editId="3EBC6F62">
                <wp:simplePos x="0" y="0"/>
                <wp:positionH relativeFrom="column">
                  <wp:posOffset>4016375</wp:posOffset>
                </wp:positionH>
                <wp:positionV relativeFrom="paragraph">
                  <wp:posOffset>3506470</wp:posOffset>
                </wp:positionV>
                <wp:extent cx="914400" cy="613410"/>
                <wp:effectExtent l="0" t="0" r="19050" b="1524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3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316.25pt;margin-top:276.1pt;width:1in;height:48.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" fillcolor="#4e6128 [1606]" strokecolor="#4e6128 [1606]" strokeweight="2pt"/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65D530" wp14:editId="06B056B3">
                <wp:simplePos x="0" y="0"/>
                <wp:positionH relativeFrom="column">
                  <wp:posOffset>3853815</wp:posOffset>
                </wp:positionH>
                <wp:positionV relativeFrom="paragraph">
                  <wp:posOffset>3830320</wp:posOffset>
                </wp:positionV>
                <wp:extent cx="578485" cy="567055"/>
                <wp:effectExtent l="0" t="0" r="12065" b="23495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85" cy="567055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9" o:spid="_x0000_s1026" type="#_x0000_t120" style="position:absolute;margin-left:303.45pt;margin-top:301.6pt;width:45.55pt;height:44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" fillcolor="#4e6128 [1606]" strokecolor="#4e6128 [1606]" strokeweight="2pt"/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0BDB1B" wp14:editId="28E19698">
                <wp:simplePos x="0" y="0"/>
                <wp:positionH relativeFrom="column">
                  <wp:posOffset>4826000</wp:posOffset>
                </wp:positionH>
                <wp:positionV relativeFrom="paragraph">
                  <wp:posOffset>4039235</wp:posOffset>
                </wp:positionV>
                <wp:extent cx="358775" cy="358140"/>
                <wp:effectExtent l="0" t="0" r="22225" b="22860"/>
                <wp:wrapNone/>
                <wp:docPr id="39" name="Isosceles Tri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775" cy="35814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39" o:spid="_x0000_s1026" type="#_x0000_t5" style="position:absolute;margin-left:380pt;margin-top:318.05pt;width:28.25pt;height:28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" fillcolor="#4f81bd [3204]" strokecolor="#243f60 [1604]" strokeweight="2pt"/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4A6B11AE" wp14:editId="08921EB3">
                <wp:simplePos x="0" y="0"/>
                <wp:positionH relativeFrom="column">
                  <wp:posOffset>3518535</wp:posOffset>
                </wp:positionH>
                <wp:positionV relativeFrom="paragraph">
                  <wp:posOffset>3263900</wp:posOffset>
                </wp:positionV>
                <wp:extent cx="1955800" cy="1283970"/>
                <wp:effectExtent l="0" t="0" r="25400" b="11430"/>
                <wp:wrapNone/>
                <wp:docPr id="25" name="Snip Diagonal Corner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0" cy="1283970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Diagonal Corner Rectangle 25" o:spid="_x0000_s1026" style="position:absolute;margin-left:277.05pt;margin-top:257pt;width:154pt;height:101.1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5800,128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" path="m,l1741801,r213999,213999l1955800,1283970r,l213999,1283970,,1069971,,xe" fillcolor="#9bbb59 [3206]" strokecolor="#4e6128 [1606]" strokeweight="2pt">
                <v:path arrowok="t" o:connecttype="custom" o:connectlocs="0,0;1741801,0;1955800,213999;1955800,1283970;1955800,1283970;213999,1283970;0,1069971;0,0" o:connectangles="0,0,0,0,0,0,0,0"/>
              </v:shape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873F4D" wp14:editId="0694526E">
                <wp:simplePos x="0" y="0"/>
                <wp:positionH relativeFrom="column">
                  <wp:posOffset>1677670</wp:posOffset>
                </wp:positionH>
                <wp:positionV relativeFrom="paragraph">
                  <wp:posOffset>4433570</wp:posOffset>
                </wp:positionV>
                <wp:extent cx="381635" cy="357505"/>
                <wp:effectExtent l="0" t="0" r="18415" b="23495"/>
                <wp:wrapNone/>
                <wp:docPr id="43" name="Isosceles Tri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" cy="35750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3" o:spid="_x0000_s1026" type="#_x0000_t5" style="position:absolute;margin-left:132.1pt;margin-top:349.1pt;width:30.05pt;height:28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" fillcolor="#4f81bd [3204]" strokecolor="#243f60 [1604]" strokeweight="2pt"/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59D33E" wp14:editId="6B09AD17">
                <wp:simplePos x="0" y="0"/>
                <wp:positionH relativeFrom="column">
                  <wp:posOffset>8251190</wp:posOffset>
                </wp:positionH>
                <wp:positionV relativeFrom="paragraph">
                  <wp:posOffset>3876675</wp:posOffset>
                </wp:positionV>
                <wp:extent cx="347345" cy="358775"/>
                <wp:effectExtent l="0" t="0" r="14605" b="22225"/>
                <wp:wrapNone/>
                <wp:docPr id="41" name="Isosceles Tri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45" cy="3587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1" o:spid="_x0000_s1026" type="#_x0000_t5" style="position:absolute;margin-left:649.7pt;margin-top:305.25pt;width:27.35pt;height:28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" fillcolor="#4f81bd [3204]" strokecolor="#243f60 [1604]" strokeweight="2pt"/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5F3E70" wp14:editId="17EB26E2">
                <wp:simplePos x="0" y="0"/>
                <wp:positionH relativeFrom="column">
                  <wp:posOffset>6597015</wp:posOffset>
                </wp:positionH>
                <wp:positionV relativeFrom="paragraph">
                  <wp:posOffset>1260475</wp:posOffset>
                </wp:positionV>
                <wp:extent cx="705485" cy="439420"/>
                <wp:effectExtent l="0" t="0" r="18415" b="17780"/>
                <wp:wrapNone/>
                <wp:docPr id="11" name="Flowchart: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485" cy="439420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1" o:spid="_x0000_s1026" type="#_x0000_t120" style="position:absolute;margin-left:519.45pt;margin-top:99.25pt;width:55.55pt;height:34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" fillcolor="#4e6128 [1606]" strokecolor="#4e6128 [1606]" strokeweight="2pt"/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0EF047" wp14:editId="782499C6">
                <wp:simplePos x="0" y="0"/>
                <wp:positionH relativeFrom="column">
                  <wp:posOffset>7118350</wp:posOffset>
                </wp:positionH>
                <wp:positionV relativeFrom="paragraph">
                  <wp:posOffset>1435735</wp:posOffset>
                </wp:positionV>
                <wp:extent cx="567055" cy="554990"/>
                <wp:effectExtent l="0" t="0" r="23495" b="16510"/>
                <wp:wrapNone/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55" cy="554990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2" o:spid="_x0000_s1026" type="#_x0000_t120" style="position:absolute;margin-left:560.5pt;margin-top:113.05pt;width:44.65pt;height:43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" fillcolor="#4e6128 [1606]" strokecolor="#4e6128 [1606]" strokeweight="2pt"/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CBDE1E" wp14:editId="211509E7">
                <wp:simplePos x="0" y="0"/>
                <wp:positionH relativeFrom="column">
                  <wp:posOffset>7049135</wp:posOffset>
                </wp:positionH>
                <wp:positionV relativeFrom="paragraph">
                  <wp:posOffset>1858010</wp:posOffset>
                </wp:positionV>
                <wp:extent cx="254000" cy="254635"/>
                <wp:effectExtent l="0" t="0" r="12700" b="12065"/>
                <wp:wrapNone/>
                <wp:docPr id="19" name="Flowchart: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54635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9" o:spid="_x0000_s1026" type="#_x0000_t120" style="position:absolute;margin-left:555.05pt;margin-top:146.3pt;width:20pt;height:20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" fillcolor="#4e6128 [1606]" strokecolor="#4e6128 [1606]" strokeweight="2pt"/>
            </w:pict>
          </mc:Fallback>
        </mc:AlternateContent>
      </w:r>
      <w:r w:rsidR="004E6C48" w:rsidRPr="00FB785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60B9FA" wp14:editId="1FCB8B82">
                <wp:simplePos x="0" y="0"/>
                <wp:positionH relativeFrom="column">
                  <wp:posOffset>6649720</wp:posOffset>
                </wp:positionH>
                <wp:positionV relativeFrom="paragraph">
                  <wp:posOffset>1274445</wp:posOffset>
                </wp:positionV>
                <wp:extent cx="501650" cy="1006475"/>
                <wp:effectExtent l="14287" t="42863" r="7938" b="26987"/>
                <wp:wrapNone/>
                <wp:docPr id="13" name="Flowchart: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61213">
                          <a:off x="0" y="0"/>
                          <a:ext cx="501650" cy="1006475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Connector 13" o:spid="_x0000_s1026" type="#_x0000_t120" style="position:absolute;margin-left:523.6pt;margin-top:100.35pt;width:39.5pt;height:79.25pt;rotation:5200514fd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" fillcolor="#4e6128 [1606]" strokecolor="#4e6128 [1606]" strokeweight="2pt"/>
            </w:pict>
          </mc:Fallback>
        </mc:AlternateContent>
      </w:r>
      <w:r w:rsidR="004E6C48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EE50B73" wp14:editId="13F5312B">
                <wp:simplePos x="0" y="0"/>
                <wp:positionH relativeFrom="column">
                  <wp:posOffset>-879676</wp:posOffset>
                </wp:positionH>
                <wp:positionV relativeFrom="paragraph">
                  <wp:posOffset>-844952</wp:posOffset>
                </wp:positionV>
                <wp:extent cx="2662177" cy="1403985"/>
                <wp:effectExtent l="0" t="0" r="24130" b="1460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217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C48" w:rsidRDefault="004E6C48">
                            <w:r>
                              <w:t xml:space="preserve">Sample 15 individuals at each site.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69.25pt;margin-top:-66.55pt;width:209.6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">
                <v:textbox style="mso-fit-shape-to-text:t">
                  <w:txbxContent>
                    <w:p w:rsidR="004E6C48" w:rsidRDefault="004E6C48">
                      <w:r>
                        <w:t xml:space="preserve">Sample 15 individuals at each site. </w:t>
                      </w:r>
                    </w:p>
                  </w:txbxContent>
                </v:textbox>
              </v:shape>
            </w:pict>
          </mc:Fallback>
        </mc:AlternateContent>
      </w:r>
      <w:r w:rsidR="004E6C48" w:rsidRPr="006639C9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6D63D48" wp14:editId="33F9A6A2">
                <wp:simplePos x="0" y="0"/>
                <wp:positionH relativeFrom="column">
                  <wp:posOffset>-879676</wp:posOffset>
                </wp:positionH>
                <wp:positionV relativeFrom="paragraph">
                  <wp:posOffset>-335666</wp:posOffset>
                </wp:positionV>
                <wp:extent cx="2662177" cy="854799"/>
                <wp:effectExtent l="0" t="0" r="24130" b="2159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2177" cy="8547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6AF" w:rsidRDefault="00F216AF">
                            <w:r>
                              <w:t xml:space="preserve">Note: those sampling locations located on the perimeter of certain habitats are to see how/if the species differs in mixed conditions.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69.25pt;margin-top:-26.45pt;width:209.6pt;height:67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">
                <v:textbox>
                  <w:txbxContent>
                    <w:p w:rsidR="00F216AF" w:rsidRDefault="00F216AF">
                      <w:r>
                        <w:t xml:space="preserve">Note: those sampling locations located on the perimeter of certain habitats are to see how/if the species differs in mixed conditions. </w:t>
                      </w:r>
                    </w:p>
                  </w:txbxContent>
                </v:textbox>
              </v:shape>
            </w:pict>
          </mc:Fallback>
        </mc:AlternateContent>
      </w:r>
      <w:r w:rsidR="004E6C48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753837" wp14:editId="72FA8AFA">
                <wp:simplePos x="0" y="0"/>
                <wp:positionH relativeFrom="column">
                  <wp:posOffset>-520861</wp:posOffset>
                </wp:positionH>
                <wp:positionV relativeFrom="paragraph">
                  <wp:posOffset>532435</wp:posOffset>
                </wp:positionV>
                <wp:extent cx="0" cy="6006843"/>
                <wp:effectExtent l="152400" t="38100" r="76200" b="8953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6843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-41pt;margin-top:41.9pt;width:0;height:473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" strokecolor="#c0504d [3205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4E6C48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68C422" wp14:editId="61392105">
                <wp:simplePos x="0" y="0"/>
                <wp:positionH relativeFrom="column">
                  <wp:posOffset>-520861</wp:posOffset>
                </wp:positionH>
                <wp:positionV relativeFrom="paragraph">
                  <wp:posOffset>787078</wp:posOffset>
                </wp:positionV>
                <wp:extent cx="7233920" cy="0"/>
                <wp:effectExtent l="57150" t="38100" r="43180" b="952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392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flip:x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1pt,61.95pt" to="528.6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824AF7" w:rsidRPr="006639C9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957A96" wp14:editId="448CA069">
                <wp:simplePos x="0" y="0"/>
                <wp:positionH relativeFrom="column">
                  <wp:posOffset>6331352</wp:posOffset>
                </wp:positionH>
                <wp:positionV relativeFrom="paragraph">
                  <wp:posOffset>-960699</wp:posOffset>
                </wp:positionV>
                <wp:extent cx="2374265" cy="1886674"/>
                <wp:effectExtent l="0" t="0" r="17145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8866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6AF" w:rsidRDefault="00F216AF">
                            <w:r>
                              <w:t xml:space="preserve">            = Sampling location </w:t>
                            </w:r>
                          </w:p>
                          <w:p w:rsidR="00F216AF" w:rsidRDefault="00F216AF">
                            <w:r>
                              <w:t xml:space="preserve">            = Wooded area (may comprise of oak, birch </w:t>
                            </w:r>
                            <w:proofErr w:type="spellStart"/>
                            <w:r>
                              <w:t>etc</w:t>
                            </w:r>
                            <w:proofErr w:type="spellEnd"/>
                            <w:r>
                              <w:t>)</w:t>
                            </w:r>
                          </w:p>
                          <w:p w:rsidR="00F216AF" w:rsidRDefault="00F216AF">
                            <w:r>
                              <w:t xml:space="preserve">            = Rough herbage/tall grasses</w:t>
                            </w:r>
                          </w:p>
                          <w:p w:rsidR="00F216AF" w:rsidRDefault="00F216AF">
                            <w:r>
                              <w:t xml:space="preserve">            = Hedgerows/low lying vegetation (like saplings)</w:t>
                            </w:r>
                          </w:p>
                          <w:p w:rsidR="00F216AF" w:rsidRDefault="00F216AF">
                            <w:r>
                              <w:t xml:space="preserve">            = Short grasses/footpaths </w:t>
                            </w:r>
                          </w:p>
                          <w:p w:rsidR="00824AF7" w:rsidRDefault="00824AF7">
                            <w:r>
                              <w:t xml:space="preserve">            = Areas of high altitude </w:t>
                            </w:r>
                          </w:p>
                          <w:p w:rsidR="00824AF7" w:rsidRDefault="00824AF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98.55pt;margin-top:-75.65pt;width:186.95pt;height:148.55pt;z-index:2516981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">
                <v:textbox>
                  <w:txbxContent>
                    <w:p w:rsidR="00F216AF" w:rsidRDefault="00F216AF">
                      <w:r>
                        <w:t xml:space="preserve">            = Sampling location </w:t>
                      </w:r>
                    </w:p>
                    <w:p w:rsidR="00F216AF" w:rsidRDefault="00F216AF">
                      <w:r>
                        <w:t xml:space="preserve">            = Wooded area (may comprise of oak, birch </w:t>
                      </w:r>
                      <w:proofErr w:type="spellStart"/>
                      <w:r>
                        <w:t>etc</w:t>
                      </w:r>
                      <w:proofErr w:type="spellEnd"/>
                      <w:r>
                        <w:t>)</w:t>
                      </w:r>
                    </w:p>
                    <w:p w:rsidR="00F216AF" w:rsidRDefault="00F216AF">
                      <w:r>
                        <w:t xml:space="preserve">            = Rough herbage/tall grasses</w:t>
                      </w:r>
                    </w:p>
                    <w:p w:rsidR="00F216AF" w:rsidRDefault="00F216AF">
                      <w:r>
                        <w:t xml:space="preserve">            = Hedgerows/low lying vegetation (like saplings)</w:t>
                      </w:r>
                    </w:p>
                    <w:p w:rsidR="00F216AF" w:rsidRDefault="00F216AF">
                      <w:r>
                        <w:t xml:space="preserve">            = Short grasses/footpaths </w:t>
                      </w:r>
                    </w:p>
                    <w:p w:rsidR="00824AF7" w:rsidRDefault="00824AF7">
                      <w:r>
                        <w:t xml:space="preserve">            = Areas of high altitude </w:t>
                      </w:r>
                    </w:p>
                    <w:p w:rsidR="00824AF7" w:rsidRDefault="00824AF7"/>
                  </w:txbxContent>
                </v:textbox>
              </v:shape>
            </w:pict>
          </mc:Fallback>
        </mc:AlternateContent>
      </w:r>
      <w:r w:rsidR="00824AF7" w:rsidRPr="006639C9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C03940" wp14:editId="1E61233E">
                <wp:simplePos x="0" y="0"/>
                <wp:positionH relativeFrom="column">
                  <wp:posOffset>-278130</wp:posOffset>
                </wp:positionH>
                <wp:positionV relativeFrom="paragraph">
                  <wp:posOffset>946785</wp:posOffset>
                </wp:positionV>
                <wp:extent cx="3321685" cy="2303145"/>
                <wp:effectExtent l="0" t="0" r="12065" b="2095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23031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21.9pt;margin-top:74.55pt;width:261.55pt;height:181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" fillcolor="#974706 [1609]" strokecolor="#243f60 [1604]" strokeweight="2pt"/>
            </w:pict>
          </mc:Fallback>
        </mc:AlternateContent>
      </w:r>
      <w:r w:rsidR="00824AF7" w:rsidRPr="006639C9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FB816" wp14:editId="4F760A58">
                <wp:simplePos x="0" y="0"/>
                <wp:positionH relativeFrom="column">
                  <wp:posOffset>-302895</wp:posOffset>
                </wp:positionH>
                <wp:positionV relativeFrom="paragraph">
                  <wp:posOffset>923925</wp:posOffset>
                </wp:positionV>
                <wp:extent cx="9658350" cy="0"/>
                <wp:effectExtent l="38100" t="38100" r="5715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583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72.75pt" to="736.6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24AF7" w:rsidRPr="00FB785C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B92DDA" wp14:editId="6B20EA9F">
                <wp:simplePos x="0" y="0"/>
                <wp:positionH relativeFrom="column">
                  <wp:posOffset>6330315</wp:posOffset>
                </wp:positionH>
                <wp:positionV relativeFrom="paragraph">
                  <wp:posOffset>2219960</wp:posOffset>
                </wp:positionV>
                <wp:extent cx="381635" cy="393065"/>
                <wp:effectExtent l="0" t="0" r="18415" b="26035"/>
                <wp:wrapNone/>
                <wp:docPr id="44" name="Isosceles Tri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" cy="3930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4" o:spid="_x0000_s1026" type="#_x0000_t5" style="position:absolute;margin-left:498.45pt;margin-top:174.8pt;width:30.05pt;height:30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" fillcolor="#4f81bd [3204]" strokecolor="#243f60 [1604]" strokeweight="2pt"/>
            </w:pict>
          </mc:Fallback>
        </mc:AlternateContent>
      </w:r>
      <w:r w:rsidR="00824AF7" w:rsidRPr="00FB785C"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A7C0492" wp14:editId="32C83BD8">
                <wp:simplePos x="0" y="0"/>
                <wp:positionH relativeFrom="column">
                  <wp:posOffset>6330315</wp:posOffset>
                </wp:positionH>
                <wp:positionV relativeFrom="paragraph">
                  <wp:posOffset>1179195</wp:posOffset>
                </wp:positionV>
                <wp:extent cx="2001520" cy="1318895"/>
                <wp:effectExtent l="0" t="0" r="17780" b="14605"/>
                <wp:wrapNone/>
                <wp:docPr id="26" name="Flowchart: Documen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520" cy="131889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26" o:spid="_x0000_s1026" type="#_x0000_t114" style="position:absolute;margin-left:498.45pt;margin-top:92.85pt;width:157.6pt;height:103.8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" fillcolor="#9bbb59 [3206]" strokecolor="#4e6128 [1606]" strokeweight="2pt"/>
            </w:pict>
          </mc:Fallback>
        </mc:AlternateContent>
      </w:r>
      <w:r w:rsidR="00824AF7" w:rsidRPr="006639C9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12079E" wp14:editId="22BB2113">
                <wp:simplePos x="0" y="0"/>
                <wp:positionH relativeFrom="column">
                  <wp:posOffset>-313055</wp:posOffset>
                </wp:positionH>
                <wp:positionV relativeFrom="paragraph">
                  <wp:posOffset>927100</wp:posOffset>
                </wp:positionV>
                <wp:extent cx="0" cy="5542915"/>
                <wp:effectExtent l="57150" t="19050" r="76200" b="7683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429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4.65pt,73pt" to="-24.65pt,5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24AF7" w:rsidRPr="006639C9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25CE1E" wp14:editId="1B614704">
                <wp:simplePos x="0" y="0"/>
                <wp:positionH relativeFrom="column">
                  <wp:posOffset>9345295</wp:posOffset>
                </wp:positionH>
                <wp:positionV relativeFrom="paragraph">
                  <wp:posOffset>927735</wp:posOffset>
                </wp:positionV>
                <wp:extent cx="12700" cy="5542280"/>
                <wp:effectExtent l="57150" t="19050" r="63500" b="7747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55422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5.85pt,73.05pt" to="736.85pt,5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24AF7" w:rsidRPr="006639C9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C4CCD8" wp14:editId="59F34F10">
                <wp:simplePos x="0" y="0"/>
                <wp:positionH relativeFrom="column">
                  <wp:posOffset>-302895</wp:posOffset>
                </wp:positionH>
                <wp:positionV relativeFrom="paragraph">
                  <wp:posOffset>6478905</wp:posOffset>
                </wp:positionV>
                <wp:extent cx="9658350" cy="0"/>
                <wp:effectExtent l="38100" t="38100" r="57150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583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3.85pt,510.15pt" to="736.65pt,5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DB7F70" w:rsidRPr="006639C9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04D085D" wp14:editId="6646BAC3">
                <wp:simplePos x="0" y="0"/>
                <wp:positionH relativeFrom="column">
                  <wp:posOffset>3807170</wp:posOffset>
                </wp:positionH>
                <wp:positionV relativeFrom="paragraph">
                  <wp:posOffset>-890848</wp:posOffset>
                </wp:positionV>
                <wp:extent cx="1643605" cy="318770"/>
                <wp:effectExtent l="0" t="0" r="13970" b="2413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360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6AF" w:rsidRDefault="00F216AF">
                            <w:r>
                              <w:t>Snail sampling locations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99.8pt;margin-top:-70.15pt;width:129.4pt;height:25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">
                <v:textbox>
                  <w:txbxContent>
                    <w:p w:rsidR="00F216AF" w:rsidRDefault="00F216AF">
                      <w:r>
                        <w:t>Snail sampling locations</w:t>
                      </w:r>
                    </w:p>
                  </w:txbxContent>
                </v:textbox>
              </v:shape>
            </w:pict>
          </mc:Fallback>
        </mc:AlternateContent>
      </w:r>
      <w:r w:rsidR="006639C9" w:rsidRPr="006639C9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679A2A" wp14:editId="0991EC77">
                <wp:simplePos x="0" y="0"/>
                <wp:positionH relativeFrom="column">
                  <wp:posOffset>427934</wp:posOffset>
                </wp:positionH>
                <wp:positionV relativeFrom="paragraph">
                  <wp:posOffset>5798153</wp:posOffset>
                </wp:positionV>
                <wp:extent cx="0" cy="208345"/>
                <wp:effectExtent l="0" t="0" r="19050" b="20320"/>
                <wp:wrapNone/>
                <wp:docPr id="57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08345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208345"/>
                            <a:gd name="connsiteX1" fmla="*/ 0 w 0"/>
                            <a:gd name="connsiteY1" fmla="*/ 208345 h 208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208345">
                              <a:moveTo>
                                <a:pt x="0" y="0"/>
                              </a:moveTo>
                              <a:lnTo>
                                <a:pt x="0" y="208345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7" o:spid="_x0000_s1026" style="position:absolute;margin-left:33.7pt;margin-top:456.55pt;width:0;height:16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0,208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" path="m,l,208345e" filled="f" strokecolor="#243f60 [1604]" strokeweight="2pt">
                <v:path arrowok="t" o:connecttype="custom" o:connectlocs="0,0;0,208345" o:connectangles="0,0"/>
              </v:shape>
            </w:pict>
          </mc:Fallback>
        </mc:AlternateContent>
      </w:r>
      <w:r w:rsidR="006639C9" w:rsidRPr="006639C9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BBC8B7" wp14:editId="090FF3B8">
                <wp:simplePos x="0" y="0"/>
                <wp:positionH relativeFrom="column">
                  <wp:posOffset>1909445</wp:posOffset>
                </wp:positionH>
                <wp:positionV relativeFrom="paragraph">
                  <wp:posOffset>-416649</wp:posOffset>
                </wp:positionV>
                <wp:extent cx="0" cy="1678305"/>
                <wp:effectExtent l="95250" t="19050" r="76200" b="9334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83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150.35pt;margin-top:-32.8pt;width:0;height:132.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639C9" w:rsidRPr="006639C9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44FD63" wp14:editId="28B981CD">
                <wp:simplePos x="0" y="0"/>
                <wp:positionH relativeFrom="column">
                  <wp:posOffset>1909445</wp:posOffset>
                </wp:positionH>
                <wp:positionV relativeFrom="paragraph">
                  <wp:posOffset>-416560</wp:posOffset>
                </wp:positionV>
                <wp:extent cx="4803140" cy="0"/>
                <wp:effectExtent l="38100" t="38100" r="54610" b="952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031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7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35pt,-32.8pt" to="528.55pt,-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639C9" w:rsidRPr="00FB785C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9EA02F" wp14:editId="4673F960">
                <wp:simplePos x="0" y="0"/>
                <wp:positionH relativeFrom="column">
                  <wp:posOffset>5185458</wp:posOffset>
                </wp:positionH>
                <wp:positionV relativeFrom="paragraph">
                  <wp:posOffset>532434</wp:posOffset>
                </wp:positionV>
                <wp:extent cx="0" cy="1342069"/>
                <wp:effectExtent l="114300" t="19050" r="76200" b="86995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4206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4" o:spid="_x0000_s1026" type="#_x0000_t32" style="position:absolute;margin-left:408.3pt;margin-top:41.9pt;width:0;height:105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D757C" w:rsidRPr="006639C9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C77770" wp14:editId="633DE4F1">
                <wp:simplePos x="0" y="0"/>
                <wp:positionH relativeFrom="column">
                  <wp:posOffset>5185418</wp:posOffset>
                </wp:positionH>
                <wp:positionV relativeFrom="paragraph">
                  <wp:posOffset>532435</wp:posOffset>
                </wp:positionV>
                <wp:extent cx="1527296" cy="0"/>
                <wp:effectExtent l="38100" t="38100" r="53975" b="952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729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3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8.3pt,41.9pt" to="528.5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4D757C" w:rsidRPr="006639C9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DE81A0B" wp14:editId="4C3C0B4F">
                <wp:simplePos x="0" y="0"/>
                <wp:positionH relativeFrom="column">
                  <wp:posOffset>4235852</wp:posOffset>
                </wp:positionH>
                <wp:positionV relativeFrom="paragraph">
                  <wp:posOffset>196770</wp:posOffset>
                </wp:positionV>
                <wp:extent cx="2477135" cy="0"/>
                <wp:effectExtent l="38100" t="38100" r="56515" b="952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713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1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55pt,15.5pt" to="528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4D757C" w:rsidRPr="00FB785C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4A1EE99" wp14:editId="534B139C">
                <wp:simplePos x="0" y="0"/>
                <wp:positionH relativeFrom="column">
                  <wp:posOffset>2245360</wp:posOffset>
                </wp:positionH>
                <wp:positionV relativeFrom="paragraph">
                  <wp:posOffset>-139065</wp:posOffset>
                </wp:positionV>
                <wp:extent cx="0" cy="6029960"/>
                <wp:effectExtent l="114300" t="19050" r="76200" b="8509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299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0" o:spid="_x0000_s1026" type="#_x0000_t32" style="position:absolute;margin-left:176.8pt;margin-top:-10.95pt;width:0;height:474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D757C" w:rsidRPr="00FB785C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59B3AE" wp14:editId="3E4EFD92">
                <wp:simplePos x="0" y="0"/>
                <wp:positionH relativeFrom="column">
                  <wp:posOffset>2245360</wp:posOffset>
                </wp:positionH>
                <wp:positionV relativeFrom="paragraph">
                  <wp:posOffset>-139065</wp:posOffset>
                </wp:positionV>
                <wp:extent cx="4467225" cy="0"/>
                <wp:effectExtent l="38100" t="38100" r="66675" b="9525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672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9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8pt,-10.95pt" to="528.5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250A6" w:rsidRPr="00FB785C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13C47F" wp14:editId="6065EE1D">
                <wp:simplePos x="0" y="0"/>
                <wp:positionH relativeFrom="column">
                  <wp:posOffset>-266700</wp:posOffset>
                </wp:positionH>
                <wp:positionV relativeFrom="paragraph">
                  <wp:posOffset>4522470</wp:posOffset>
                </wp:positionV>
                <wp:extent cx="2626995" cy="1666240"/>
                <wp:effectExtent l="57150" t="19050" r="78105" b="86360"/>
                <wp:wrapNone/>
                <wp:docPr id="24" name="Flowchart: Documen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626995" cy="166624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ocument 24" o:spid="_x0000_s1026" type="#_x0000_t114" style="position:absolute;margin-left:-21pt;margin-top:356.1pt;width:206.85pt;height:131.2pt;rotation:18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" fillcolor="#9bbb59 [3206]" strokecolor="white [3201]" strokeweight="3pt">
                <v:shadow on="t" color="black" opacity="24903f" origin=",.5" offset="0,.55556mm"/>
              </v:shape>
            </w:pict>
          </mc:Fallback>
        </mc:AlternateContent>
      </w:r>
      <w:r w:rsidR="00B745B4" w:rsidRPr="00FB785C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675256" wp14:editId="73CE4D9C">
                <wp:simplePos x="0" y="0"/>
                <wp:positionH relativeFrom="column">
                  <wp:posOffset>1087755</wp:posOffset>
                </wp:positionH>
                <wp:positionV relativeFrom="paragraph">
                  <wp:posOffset>5126990</wp:posOffset>
                </wp:positionV>
                <wp:extent cx="312420" cy="370205"/>
                <wp:effectExtent l="0" t="0" r="11430" b="10795"/>
                <wp:wrapNone/>
                <wp:docPr id="42" name="Isosceles Tri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37020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2" o:spid="_x0000_s1026" type="#_x0000_t5" style="position:absolute;margin-left:85.65pt;margin-top:403.7pt;width:24.6pt;height:29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" fillcolor="#4f81bd [3204]" strokecolor="#243f60 [1604]" strokeweight="2pt"/>
            </w:pict>
          </mc:Fallback>
        </mc:AlternateContent>
      </w:r>
      <w:r w:rsidR="00B745B4" w:rsidRPr="00FB785C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6AE6B1" wp14:editId="6520C7B3">
                <wp:simplePos x="0" y="0"/>
                <wp:positionH relativeFrom="column">
                  <wp:posOffset>890905</wp:posOffset>
                </wp:positionH>
                <wp:positionV relativeFrom="paragraph">
                  <wp:posOffset>5659120</wp:posOffset>
                </wp:positionV>
                <wp:extent cx="0" cy="450850"/>
                <wp:effectExtent l="0" t="0" r="19050" b="254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15pt,445.6pt" to="70.15pt,4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" strokecolor="#4579b8 [3044]"/>
            </w:pict>
          </mc:Fallback>
        </mc:AlternateContent>
      </w:r>
      <w:r w:rsidR="00B745B4" w:rsidRPr="00FB785C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41E93A" wp14:editId="659D4A48">
                <wp:simplePos x="0" y="0"/>
                <wp:positionH relativeFrom="column">
                  <wp:posOffset>1400175</wp:posOffset>
                </wp:positionH>
                <wp:positionV relativeFrom="paragraph">
                  <wp:posOffset>5358130</wp:posOffset>
                </wp:positionV>
                <wp:extent cx="0" cy="624840"/>
                <wp:effectExtent l="0" t="0" r="19050" b="2286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4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4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0.25pt,421.9pt" to="110.25pt,4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" strokecolor="#4579b8 [3044]"/>
            </w:pict>
          </mc:Fallback>
        </mc:AlternateContent>
      </w:r>
      <w:r w:rsidR="00B745B4" w:rsidRPr="00FB785C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49A934" wp14:editId="7FECE469">
                <wp:simplePos x="0" y="0"/>
                <wp:positionH relativeFrom="column">
                  <wp:posOffset>334645</wp:posOffset>
                </wp:positionH>
                <wp:positionV relativeFrom="paragraph">
                  <wp:posOffset>5126355</wp:posOffset>
                </wp:positionV>
                <wp:extent cx="0" cy="312420"/>
                <wp:effectExtent l="0" t="0" r="19050" b="1143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35pt,403.65pt" to="26.35pt,4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" strokecolor="#4579b8 [3044]"/>
            </w:pict>
          </mc:Fallback>
        </mc:AlternateContent>
      </w:r>
      <w:r w:rsidR="00B745B4" w:rsidRPr="00FB785C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AB4226" wp14:editId="64157F46">
                <wp:simplePos x="0" y="0"/>
                <wp:positionH relativeFrom="column">
                  <wp:posOffset>682625</wp:posOffset>
                </wp:positionH>
                <wp:positionV relativeFrom="paragraph">
                  <wp:posOffset>5114925</wp:posOffset>
                </wp:positionV>
                <wp:extent cx="0" cy="311785"/>
                <wp:effectExtent l="0" t="0" r="19050" b="1206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1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.75pt,402.75pt" to="53.75pt,4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" strokecolor="#4579b8 [3044]"/>
            </w:pict>
          </mc:Fallback>
        </mc:AlternateContent>
      </w:r>
      <w:r w:rsidR="00B745B4" w:rsidRPr="00FB785C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1F23B8" wp14:editId="65AA1E96">
                <wp:simplePos x="0" y="0"/>
                <wp:positionH relativeFrom="column">
                  <wp:posOffset>33655</wp:posOffset>
                </wp:positionH>
                <wp:positionV relativeFrom="paragraph">
                  <wp:posOffset>5462905</wp:posOffset>
                </wp:positionV>
                <wp:extent cx="0" cy="358775"/>
                <wp:effectExtent l="0" t="0" r="19050" b="2222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8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430.15pt" to="2.65pt,4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" strokecolor="#4579b8 [3044]"/>
            </w:pict>
          </mc:Fallback>
        </mc:AlternateContent>
      </w:r>
      <w:r w:rsidR="00B745B4" w:rsidRPr="00FB785C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9FA3B7" wp14:editId="7B58583A">
                <wp:simplePos x="0" y="0"/>
                <wp:positionH relativeFrom="column">
                  <wp:posOffset>1677670</wp:posOffset>
                </wp:positionH>
                <wp:positionV relativeFrom="paragraph">
                  <wp:posOffset>4906645</wp:posOffset>
                </wp:positionV>
                <wp:extent cx="0" cy="335280"/>
                <wp:effectExtent l="0" t="0" r="19050" b="2667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1pt,386.35pt" to="132.1pt,4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" strokecolor="#4579b8 [3044]"/>
            </w:pict>
          </mc:Fallback>
        </mc:AlternateContent>
      </w:r>
      <w:r w:rsidR="00B745B4" w:rsidRPr="00FB785C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2DBBC74" wp14:editId="22D989B5">
                <wp:simplePos x="0" y="0"/>
                <wp:positionH relativeFrom="column">
                  <wp:posOffset>7801337</wp:posOffset>
                </wp:positionH>
                <wp:positionV relativeFrom="paragraph">
                  <wp:posOffset>1504291</wp:posOffset>
                </wp:positionV>
                <wp:extent cx="370390" cy="370213"/>
                <wp:effectExtent l="0" t="0" r="10795" b="10795"/>
                <wp:wrapNone/>
                <wp:docPr id="40" name="Isosceles Tri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390" cy="370213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0" o:spid="_x0000_s1026" type="#_x0000_t5" style="position:absolute;margin-left:614.3pt;margin-top:118.45pt;width:29.15pt;height:29.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" fillcolor="#4f81bd [3204]" strokecolor="#243f60 [1604]" strokeweight="2pt"/>
            </w:pict>
          </mc:Fallback>
        </mc:AlternateContent>
      </w:r>
      <w:r w:rsidR="00B745B4" w:rsidRPr="00FB785C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9D2370" wp14:editId="1A65302B">
                <wp:simplePos x="0" y="0"/>
                <wp:positionH relativeFrom="column">
                  <wp:posOffset>2164136</wp:posOffset>
                </wp:positionH>
                <wp:positionV relativeFrom="paragraph">
                  <wp:posOffset>4907626</wp:posOffset>
                </wp:positionV>
                <wp:extent cx="0" cy="404760"/>
                <wp:effectExtent l="0" t="0" r="19050" b="1460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47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7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4pt,386.45pt" to="170.4pt,4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" strokecolor="#4579b8 [3044]"/>
            </w:pict>
          </mc:Fallback>
        </mc:AlternateContent>
      </w:r>
      <w:r w:rsidR="00B745B4" w:rsidRPr="00FB785C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652F3A" wp14:editId="09D18350">
                <wp:simplePos x="0" y="0"/>
                <wp:positionH relativeFrom="column">
                  <wp:posOffset>1076446</wp:posOffset>
                </wp:positionH>
                <wp:positionV relativeFrom="paragraph">
                  <wp:posOffset>4803494</wp:posOffset>
                </wp:positionV>
                <wp:extent cx="0" cy="393539"/>
                <wp:effectExtent l="0" t="0" r="19050" b="2603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5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5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75pt,378.25pt" to="84.75pt,4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" strokecolor="#4579b8 [3044]"/>
            </w:pict>
          </mc:Fallback>
        </mc:AlternateContent>
      </w:r>
      <w:r w:rsidR="00B745B4" w:rsidRPr="00FB785C"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F30B6A1" wp14:editId="4ADB212B">
                <wp:simplePos x="0" y="0"/>
                <wp:positionH relativeFrom="column">
                  <wp:posOffset>7118430</wp:posOffset>
                </wp:positionH>
                <wp:positionV relativeFrom="paragraph">
                  <wp:posOffset>3808071</wp:posOffset>
                </wp:positionV>
                <wp:extent cx="1562583" cy="1504709"/>
                <wp:effectExtent l="0" t="0" r="19050" b="19685"/>
                <wp:wrapNone/>
                <wp:docPr id="27" name="Teardrop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583" cy="1504709"/>
                        </a:xfrm>
                        <a:prstGeom prst="teardrop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ardrop 27" o:spid="_x0000_s1026" style="position:absolute;margin-left:560.5pt;margin-top:299.85pt;width:123.05pt;height:118.5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62583,1504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" path="m,752355c,336841,349796,,781292,r781291,l1562583,752355v,415514,-349796,752355,-781292,752355c349795,1504710,-1,1167869,-1,752355r1,xe" fillcolor="#9bbb59 [3206]" strokecolor="#4e6128 [1606]" strokeweight="2pt">
                <v:path arrowok="t" o:connecttype="custom" o:connectlocs="0,752355;781292,0;1562583,0;1562583,752355;781291,1504710;-1,752355;0,752355" o:connectangles="0,0,0,0,0,0,0"/>
              </v:shape>
            </w:pict>
          </mc:Fallback>
        </mc:AlternateContent>
      </w:r>
      <w:r w:rsidR="001D4748" w:rsidRPr="00FB785C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F179EC" wp14:editId="79DF4D2A">
                <wp:simplePos x="0" y="0"/>
                <wp:positionH relativeFrom="column">
                  <wp:posOffset>7290957</wp:posOffset>
                </wp:positionH>
                <wp:positionV relativeFrom="paragraph">
                  <wp:posOffset>4548505</wp:posOffset>
                </wp:positionV>
                <wp:extent cx="266218" cy="254538"/>
                <wp:effectExtent l="0" t="0" r="19685" b="12700"/>
                <wp:wrapNone/>
                <wp:docPr id="20" name="Flowchart: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218" cy="254538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20" o:spid="_x0000_s1026" type="#_x0000_t120" style="position:absolute;margin-left:574.1pt;margin-top:358.15pt;width:20.95pt;height:20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" fillcolor="#4e6128 [1606]" strokecolor="#4e6128 [1606]" strokeweight="2pt"/>
            </w:pict>
          </mc:Fallback>
        </mc:AlternateContent>
      </w:r>
      <w:r w:rsidR="001D4748" w:rsidRPr="00FB785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4A01CE" wp14:editId="4E341A8B">
                <wp:simplePos x="0" y="0"/>
                <wp:positionH relativeFrom="column">
                  <wp:posOffset>7800975</wp:posOffset>
                </wp:positionH>
                <wp:positionV relativeFrom="paragraph">
                  <wp:posOffset>4235450</wp:posOffset>
                </wp:positionV>
                <wp:extent cx="636270" cy="567055"/>
                <wp:effectExtent l="0" t="0" r="11430" b="23495"/>
                <wp:wrapNone/>
                <wp:docPr id="15" name="Flowchart: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" cy="567055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5" o:spid="_x0000_s1026" type="#_x0000_t120" style="position:absolute;margin-left:614.25pt;margin-top:333.5pt;width:50.1pt;height:44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" fillcolor="#4e6128 [1606]" strokecolor="#4e6128 [1606]" strokeweight="2pt"/>
            </w:pict>
          </mc:Fallback>
        </mc:AlternateContent>
      </w:r>
      <w:r w:rsidR="001D4748" w:rsidRPr="00FB785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AE2D99" wp14:editId="5E182D28">
                <wp:simplePos x="0" y="0"/>
                <wp:positionH relativeFrom="column">
                  <wp:posOffset>7446998</wp:posOffset>
                </wp:positionH>
                <wp:positionV relativeFrom="paragraph">
                  <wp:posOffset>4548255</wp:posOffset>
                </wp:positionV>
                <wp:extent cx="648110" cy="567160"/>
                <wp:effectExtent l="0" t="0" r="19050" b="23495"/>
                <wp:wrapNone/>
                <wp:docPr id="16" name="Flowchart: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110" cy="567160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6" o:spid="_x0000_s1026" type="#_x0000_t120" style="position:absolute;margin-left:586.4pt;margin-top:358.15pt;width:51.05pt;height:44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" fillcolor="#4e6128 [1606]" strokecolor="#4e6128 [1606]" strokeweight="2pt"/>
            </w:pict>
          </mc:Fallback>
        </mc:AlternateContent>
      </w:r>
      <w:r w:rsidR="001D4748" w:rsidRPr="00FB785C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0C0F16" wp14:editId="7FAB802D">
                <wp:simplePos x="0" y="0"/>
                <wp:positionH relativeFrom="column">
                  <wp:posOffset>7303625</wp:posOffset>
                </wp:positionH>
                <wp:positionV relativeFrom="paragraph">
                  <wp:posOffset>4109013</wp:posOffset>
                </wp:positionV>
                <wp:extent cx="1030147" cy="578734"/>
                <wp:effectExtent l="0" t="0" r="17780" b="12065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0147" cy="578734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4" o:spid="_x0000_s1026" type="#_x0000_t120" style="position:absolute;margin-left:575.1pt;margin-top:323.55pt;width:81.1pt;height:45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" fillcolor="#4e6128 [1606]" strokecolor="#4e6128 [1606]" strokeweight="2pt"/>
            </w:pict>
          </mc:Fallback>
        </mc:AlternateContent>
      </w:r>
    </w:p>
    <w:sectPr w:rsidR="00FF5DAC" w:rsidSect="00C7140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0B"/>
    <w:rsid w:val="00093A20"/>
    <w:rsid w:val="001D4748"/>
    <w:rsid w:val="003250A6"/>
    <w:rsid w:val="004D757C"/>
    <w:rsid w:val="004E6C48"/>
    <w:rsid w:val="006639C9"/>
    <w:rsid w:val="007216C9"/>
    <w:rsid w:val="007330C4"/>
    <w:rsid w:val="007B4F4C"/>
    <w:rsid w:val="00824AF7"/>
    <w:rsid w:val="00A33D30"/>
    <w:rsid w:val="00A47045"/>
    <w:rsid w:val="00B745B4"/>
    <w:rsid w:val="00C415F1"/>
    <w:rsid w:val="00C7140B"/>
    <w:rsid w:val="00D43C3E"/>
    <w:rsid w:val="00DB7F70"/>
    <w:rsid w:val="00F216AF"/>
    <w:rsid w:val="00FB785C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1829F07</Template>
  <TotalTime>0</TotalTime>
  <Pages>1</Pages>
  <Words>8</Words>
  <Characters>48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 Mary University of London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Sumeera Ahmad</dc:creator>
  <cp:lastModifiedBy>Sumeera Ahmad</cp:lastModifiedBy>
  <cp:revision>2</cp:revision>
  <dcterms:created xsi:type="dcterms:W3CDTF">2014-10-01T12:33:00Z</dcterms:created>
  <dcterms:modified xsi:type="dcterms:W3CDTF">2014-10-01T12:33:00Z</dcterms:modified>
</cp:coreProperties>
</file>